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6D6AB" w14:textId="77777777" w:rsidR="006E5D65" w:rsidRPr="00451FF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6529570"/>
      <w:r w:rsidRPr="00451FFC">
        <w:rPr>
          <w:rFonts w:ascii="Corbel" w:hAnsi="Corbel"/>
          <w:b/>
          <w:bCs/>
        </w:rPr>
        <w:t xml:space="preserve">   </w:t>
      </w:r>
      <w:r w:rsidR="00CD6897" w:rsidRPr="00451FFC">
        <w:rPr>
          <w:rFonts w:ascii="Corbel" w:hAnsi="Corbel"/>
          <w:b/>
          <w:bCs/>
        </w:rPr>
        <w:tab/>
      </w:r>
      <w:r w:rsidR="00CD6897" w:rsidRPr="00451FFC">
        <w:rPr>
          <w:rFonts w:ascii="Corbel" w:hAnsi="Corbel"/>
          <w:b/>
          <w:bCs/>
        </w:rPr>
        <w:tab/>
      </w:r>
      <w:r w:rsidR="00CD6897" w:rsidRPr="00451FFC">
        <w:rPr>
          <w:rFonts w:ascii="Corbel" w:hAnsi="Corbel"/>
          <w:b/>
          <w:bCs/>
        </w:rPr>
        <w:tab/>
      </w:r>
      <w:r w:rsidR="00CD6897" w:rsidRPr="00451FFC">
        <w:rPr>
          <w:rFonts w:ascii="Corbel" w:hAnsi="Corbel"/>
          <w:b/>
          <w:bCs/>
        </w:rPr>
        <w:tab/>
      </w:r>
      <w:r w:rsidR="00CD6897" w:rsidRPr="00451FFC">
        <w:rPr>
          <w:rFonts w:ascii="Corbel" w:hAnsi="Corbel"/>
          <w:b/>
          <w:bCs/>
        </w:rPr>
        <w:tab/>
      </w:r>
      <w:r w:rsidR="00CD6897" w:rsidRPr="00451FFC">
        <w:rPr>
          <w:rFonts w:ascii="Corbel" w:hAnsi="Corbel"/>
          <w:b/>
          <w:bCs/>
        </w:rPr>
        <w:tab/>
      </w:r>
      <w:r w:rsidR="00D8678B" w:rsidRPr="00451FFC">
        <w:rPr>
          <w:rFonts w:ascii="Corbel" w:hAnsi="Corbel"/>
          <w:bCs/>
          <w:i/>
        </w:rPr>
        <w:t xml:space="preserve">Załącznik nr </w:t>
      </w:r>
      <w:r w:rsidR="006F31E2" w:rsidRPr="00451FFC">
        <w:rPr>
          <w:rFonts w:ascii="Corbel" w:hAnsi="Corbel"/>
          <w:bCs/>
          <w:i/>
        </w:rPr>
        <w:t>1.5</w:t>
      </w:r>
      <w:r w:rsidR="00D8678B" w:rsidRPr="00451FFC">
        <w:rPr>
          <w:rFonts w:ascii="Corbel" w:hAnsi="Corbel"/>
          <w:bCs/>
          <w:i/>
        </w:rPr>
        <w:t xml:space="preserve"> do Zarządzenia</w:t>
      </w:r>
      <w:r w:rsidR="002A22BF" w:rsidRPr="00451FFC">
        <w:rPr>
          <w:rFonts w:ascii="Corbel" w:hAnsi="Corbel"/>
          <w:bCs/>
          <w:i/>
        </w:rPr>
        <w:t xml:space="preserve"> Rektora UR </w:t>
      </w:r>
      <w:r w:rsidR="00CD6897" w:rsidRPr="00451FFC">
        <w:rPr>
          <w:rFonts w:ascii="Corbel" w:hAnsi="Corbel"/>
          <w:bCs/>
          <w:i/>
        </w:rPr>
        <w:t xml:space="preserve"> nr </w:t>
      </w:r>
      <w:r w:rsidR="00F17567" w:rsidRPr="00451FFC">
        <w:rPr>
          <w:rFonts w:ascii="Corbel" w:hAnsi="Corbel"/>
          <w:bCs/>
          <w:i/>
        </w:rPr>
        <w:t>12/2019</w:t>
      </w:r>
    </w:p>
    <w:p w14:paraId="5596466C" w14:textId="77777777" w:rsidR="006C38EB" w:rsidRPr="00451FFC" w:rsidRDefault="006C38EB" w:rsidP="006C38E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1FFC">
        <w:rPr>
          <w:rFonts w:ascii="Corbel" w:hAnsi="Corbel"/>
          <w:b/>
          <w:smallCaps/>
          <w:sz w:val="24"/>
          <w:szCs w:val="24"/>
        </w:rPr>
        <w:t>SYLABUS</w:t>
      </w:r>
    </w:p>
    <w:p w14:paraId="01187115" w14:textId="4AA7C723" w:rsidR="006C38EB" w:rsidRDefault="006C38EB" w:rsidP="006C38EB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 w:rsidRPr="00451FF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1FFC" w:rsidRPr="00451FFC">
        <w:rPr>
          <w:rFonts w:ascii="Corbel" w:eastAsia="Corbel" w:hAnsi="Corbel" w:cs="Corbel"/>
          <w:i/>
          <w:sz w:val="24"/>
        </w:rPr>
        <w:t>2021-2023</w:t>
      </w:r>
    </w:p>
    <w:p w14:paraId="218F69ED" w14:textId="33DFC754" w:rsidR="00451FFC" w:rsidRPr="00451FFC" w:rsidRDefault="00451FFC" w:rsidP="00451FF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51FFC">
        <w:t>(skrajne daty)</w:t>
      </w:r>
    </w:p>
    <w:p w14:paraId="021EFA8B" w14:textId="4C0C5B39" w:rsidR="00445970" w:rsidRPr="00451FFC" w:rsidRDefault="006C38EB" w:rsidP="006C38E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51FFC">
        <w:rPr>
          <w:rFonts w:ascii="Corbel" w:hAnsi="Corbel"/>
          <w:sz w:val="20"/>
          <w:szCs w:val="20"/>
        </w:rPr>
        <w:t xml:space="preserve">Rok akademicki </w:t>
      </w:r>
      <w:r w:rsidR="00451FFC" w:rsidRPr="00451FFC">
        <w:rPr>
          <w:rFonts w:ascii="Corbel" w:eastAsia="Corbel" w:hAnsi="Corbel" w:cs="Corbel"/>
          <w:sz w:val="24"/>
        </w:rPr>
        <w:t>2021/2022</w:t>
      </w:r>
    </w:p>
    <w:p w14:paraId="797E6240" w14:textId="77777777" w:rsidR="0085747A" w:rsidRPr="00451F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8C18D8" w14:textId="77777777" w:rsidR="0085747A" w:rsidRPr="00451F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1FFC">
        <w:rPr>
          <w:rFonts w:ascii="Corbel" w:hAnsi="Corbel"/>
          <w:szCs w:val="24"/>
        </w:rPr>
        <w:t xml:space="preserve">1. </w:t>
      </w:r>
      <w:r w:rsidR="0085747A" w:rsidRPr="00451FFC">
        <w:rPr>
          <w:rFonts w:ascii="Corbel" w:hAnsi="Corbel"/>
          <w:szCs w:val="24"/>
        </w:rPr>
        <w:t xml:space="preserve">Podstawowe </w:t>
      </w:r>
      <w:r w:rsidR="00445970" w:rsidRPr="00451FF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51FFC" w14:paraId="0C502524" w14:textId="77777777" w:rsidTr="006C38EB">
        <w:tc>
          <w:tcPr>
            <w:tcW w:w="2694" w:type="dxa"/>
            <w:vAlign w:val="center"/>
          </w:tcPr>
          <w:p w14:paraId="19A1D257" w14:textId="77777777" w:rsidR="0085747A" w:rsidRPr="00451F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0F0C1A" w14:textId="77777777" w:rsidR="0085747A" w:rsidRPr="00451FFC" w:rsidRDefault="006C38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Służby mundurowe w Polsce</w:t>
            </w:r>
          </w:p>
        </w:tc>
      </w:tr>
      <w:tr w:rsidR="0085747A" w:rsidRPr="00451FFC" w14:paraId="29569D87" w14:textId="77777777" w:rsidTr="006C38EB">
        <w:tc>
          <w:tcPr>
            <w:tcW w:w="2694" w:type="dxa"/>
            <w:vAlign w:val="center"/>
          </w:tcPr>
          <w:p w14:paraId="79AD904B" w14:textId="77777777" w:rsidR="0085747A" w:rsidRPr="00451F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51F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5929F" w14:textId="77777777" w:rsidR="0085747A" w:rsidRPr="00451FFC" w:rsidRDefault="006C38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5747A" w:rsidRPr="00451FFC" w14:paraId="74801B1E" w14:textId="77777777" w:rsidTr="006C38EB">
        <w:tc>
          <w:tcPr>
            <w:tcW w:w="2694" w:type="dxa"/>
            <w:vAlign w:val="center"/>
          </w:tcPr>
          <w:p w14:paraId="7AE60D9F" w14:textId="77777777" w:rsidR="0085747A" w:rsidRPr="00451FF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51F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A574D6" w14:textId="77777777" w:rsidR="0085747A" w:rsidRPr="00451FFC" w:rsidRDefault="006C38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Kolegium Nauk </w:t>
            </w:r>
            <w:r w:rsidR="009B357B" w:rsidRPr="00451FFC">
              <w:rPr>
                <w:rFonts w:ascii="Corbel" w:hAnsi="Corbel"/>
                <w:b w:val="0"/>
                <w:bCs/>
                <w:sz w:val="24"/>
                <w:szCs w:val="24"/>
              </w:rPr>
              <w:t>Społecznych</w:t>
            </w:r>
          </w:p>
        </w:tc>
      </w:tr>
      <w:tr w:rsidR="006C38EB" w:rsidRPr="00451FFC" w14:paraId="789130CF" w14:textId="77777777" w:rsidTr="006C38EB">
        <w:tc>
          <w:tcPr>
            <w:tcW w:w="2694" w:type="dxa"/>
            <w:vAlign w:val="center"/>
          </w:tcPr>
          <w:p w14:paraId="719D44E2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687D06" w14:textId="5FC0ADF8" w:rsidR="006C38EB" w:rsidRPr="00451FFC" w:rsidRDefault="00B537C8" w:rsidP="006C38E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537C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C38EB" w:rsidRPr="00451FFC" w14:paraId="7B344599" w14:textId="77777777" w:rsidTr="006C38EB">
        <w:tc>
          <w:tcPr>
            <w:tcW w:w="2694" w:type="dxa"/>
            <w:vAlign w:val="center"/>
          </w:tcPr>
          <w:p w14:paraId="750A6909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6C7794" w14:textId="77777777" w:rsidR="006C38EB" w:rsidRPr="00451FFC" w:rsidRDefault="006C38EB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C38EB" w:rsidRPr="00451FFC" w14:paraId="3FEEE87B" w14:textId="77777777" w:rsidTr="006C38EB">
        <w:tc>
          <w:tcPr>
            <w:tcW w:w="2694" w:type="dxa"/>
            <w:vAlign w:val="center"/>
          </w:tcPr>
          <w:p w14:paraId="1F5F00CF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AED35A" w14:textId="77777777" w:rsidR="006C38EB" w:rsidRPr="00451FFC" w:rsidRDefault="006C38EB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C38EB" w:rsidRPr="00451FFC" w14:paraId="11122E4D" w14:textId="77777777" w:rsidTr="006C38EB">
        <w:tc>
          <w:tcPr>
            <w:tcW w:w="2694" w:type="dxa"/>
            <w:vAlign w:val="center"/>
          </w:tcPr>
          <w:p w14:paraId="4B5986C8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94872A" w14:textId="77777777" w:rsidR="006C38EB" w:rsidRPr="00451FFC" w:rsidRDefault="006C38EB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C38EB" w:rsidRPr="00451FFC" w14:paraId="628F2F39" w14:textId="77777777" w:rsidTr="006C38EB">
        <w:tc>
          <w:tcPr>
            <w:tcW w:w="2694" w:type="dxa"/>
            <w:vAlign w:val="center"/>
          </w:tcPr>
          <w:p w14:paraId="018703DD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ABD821" w14:textId="77777777" w:rsidR="006C38EB" w:rsidRPr="00451FFC" w:rsidRDefault="00592551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C38EB" w:rsidRPr="00451FF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C38EB" w:rsidRPr="00451FFC" w14:paraId="1BF2F522" w14:textId="77777777" w:rsidTr="006C38EB">
        <w:tc>
          <w:tcPr>
            <w:tcW w:w="2694" w:type="dxa"/>
            <w:vAlign w:val="center"/>
          </w:tcPr>
          <w:p w14:paraId="2A137CC1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A5CE95" w14:textId="77777777" w:rsidR="006C38EB" w:rsidRPr="00451FFC" w:rsidRDefault="006C38EB" w:rsidP="006C38E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6C38EB" w:rsidRPr="00451FFC" w14:paraId="1568074D" w14:textId="77777777" w:rsidTr="006C38EB">
        <w:tc>
          <w:tcPr>
            <w:tcW w:w="2694" w:type="dxa"/>
            <w:vAlign w:val="center"/>
          </w:tcPr>
          <w:p w14:paraId="52B2EC5F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22DC3E" w14:textId="77777777" w:rsidR="006C38EB" w:rsidRPr="00451FFC" w:rsidRDefault="005778BA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C38EB" w:rsidRPr="00451FFC" w14:paraId="57934CE1" w14:textId="77777777" w:rsidTr="006C38EB">
        <w:tc>
          <w:tcPr>
            <w:tcW w:w="2694" w:type="dxa"/>
            <w:vAlign w:val="center"/>
          </w:tcPr>
          <w:p w14:paraId="52ECC11B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9021F" w14:textId="77777777" w:rsidR="006C38EB" w:rsidRPr="00451FFC" w:rsidRDefault="006C38EB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38EB" w:rsidRPr="00451FFC" w14:paraId="3FCA5EA3" w14:textId="77777777" w:rsidTr="006C38EB">
        <w:tc>
          <w:tcPr>
            <w:tcW w:w="2694" w:type="dxa"/>
            <w:vAlign w:val="center"/>
          </w:tcPr>
          <w:p w14:paraId="48F949FA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7C76D" w14:textId="77777777" w:rsidR="006C38EB" w:rsidRPr="00451FFC" w:rsidRDefault="006C38EB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6C38EB" w:rsidRPr="00451FFC" w14:paraId="2780E490" w14:textId="77777777" w:rsidTr="006C38EB">
        <w:tc>
          <w:tcPr>
            <w:tcW w:w="2694" w:type="dxa"/>
            <w:vAlign w:val="center"/>
          </w:tcPr>
          <w:p w14:paraId="519D7C57" w14:textId="77777777" w:rsidR="006C38EB" w:rsidRPr="00451FFC" w:rsidRDefault="006C38EB" w:rsidP="006C38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B7E961" w14:textId="77777777" w:rsidR="006C38EB" w:rsidRPr="00451FFC" w:rsidRDefault="006C38EB" w:rsidP="006C3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16CD363E" w14:textId="77777777" w:rsidR="0085747A" w:rsidRPr="00451FF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51FFC">
        <w:rPr>
          <w:rFonts w:ascii="Corbel" w:hAnsi="Corbel"/>
          <w:sz w:val="24"/>
          <w:szCs w:val="24"/>
        </w:rPr>
        <w:t xml:space="preserve">* </w:t>
      </w:r>
      <w:r w:rsidRPr="00451FFC">
        <w:rPr>
          <w:rFonts w:ascii="Corbel" w:hAnsi="Corbel"/>
          <w:i/>
          <w:sz w:val="24"/>
          <w:szCs w:val="24"/>
        </w:rPr>
        <w:t>-</w:t>
      </w:r>
      <w:r w:rsidR="00B90885" w:rsidRPr="00451FF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51FFC">
        <w:rPr>
          <w:rFonts w:ascii="Corbel" w:hAnsi="Corbel"/>
          <w:b w:val="0"/>
          <w:sz w:val="24"/>
          <w:szCs w:val="24"/>
        </w:rPr>
        <w:t>e,</w:t>
      </w:r>
      <w:r w:rsidRPr="00451FFC">
        <w:rPr>
          <w:rFonts w:ascii="Corbel" w:hAnsi="Corbel"/>
          <w:i/>
          <w:sz w:val="24"/>
          <w:szCs w:val="24"/>
        </w:rPr>
        <w:t xml:space="preserve"> </w:t>
      </w:r>
      <w:r w:rsidRPr="00451FF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51FFC">
        <w:rPr>
          <w:rFonts w:ascii="Corbel" w:hAnsi="Corbel"/>
          <w:b w:val="0"/>
          <w:i/>
          <w:sz w:val="24"/>
          <w:szCs w:val="24"/>
        </w:rPr>
        <w:t>w Jednostce</w:t>
      </w:r>
    </w:p>
    <w:p w14:paraId="673183E1" w14:textId="77777777" w:rsidR="0085747A" w:rsidRPr="00451F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51FFC">
        <w:rPr>
          <w:rFonts w:ascii="Corbel" w:hAnsi="Corbel"/>
          <w:sz w:val="24"/>
          <w:szCs w:val="24"/>
        </w:rPr>
        <w:t>1.</w:t>
      </w:r>
      <w:r w:rsidR="00E22FBC" w:rsidRPr="00451FFC">
        <w:rPr>
          <w:rFonts w:ascii="Corbel" w:hAnsi="Corbel"/>
          <w:sz w:val="24"/>
          <w:szCs w:val="24"/>
        </w:rPr>
        <w:t>1</w:t>
      </w:r>
      <w:r w:rsidRPr="00451F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9D2E1F" w14:textId="77777777" w:rsidR="00923D7D" w:rsidRPr="00451F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51FFC" w14:paraId="0457181B" w14:textId="77777777" w:rsidTr="00451FF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DDE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FFC">
              <w:rPr>
                <w:rFonts w:ascii="Corbel" w:hAnsi="Corbel"/>
                <w:szCs w:val="24"/>
              </w:rPr>
              <w:t>Semestr</w:t>
            </w:r>
          </w:p>
          <w:p w14:paraId="1BF548FD" w14:textId="77777777" w:rsidR="00015B8F" w:rsidRPr="00451FFC" w:rsidRDefault="002B5EA0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FFC">
              <w:rPr>
                <w:rFonts w:ascii="Corbel" w:hAnsi="Corbel"/>
                <w:szCs w:val="24"/>
              </w:rPr>
              <w:t>(</w:t>
            </w:r>
            <w:r w:rsidR="00363F78" w:rsidRPr="00451F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D57F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FFC">
              <w:rPr>
                <w:rFonts w:ascii="Corbel" w:hAnsi="Corbel"/>
                <w:szCs w:val="24"/>
              </w:rPr>
              <w:t>Wykł</w:t>
            </w:r>
            <w:proofErr w:type="spellEnd"/>
            <w:r w:rsidRPr="00451F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3CD5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F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8D1A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FFC">
              <w:rPr>
                <w:rFonts w:ascii="Corbel" w:hAnsi="Corbel"/>
                <w:szCs w:val="24"/>
              </w:rPr>
              <w:t>Konw</w:t>
            </w:r>
            <w:proofErr w:type="spellEnd"/>
            <w:r w:rsidRPr="00451F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CA22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F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29DB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FFC">
              <w:rPr>
                <w:rFonts w:ascii="Corbel" w:hAnsi="Corbel"/>
                <w:szCs w:val="24"/>
              </w:rPr>
              <w:t>Sem</w:t>
            </w:r>
            <w:proofErr w:type="spellEnd"/>
            <w:r w:rsidRPr="00451F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968C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F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201E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FFC">
              <w:rPr>
                <w:rFonts w:ascii="Corbel" w:hAnsi="Corbel"/>
                <w:szCs w:val="24"/>
              </w:rPr>
              <w:t>Prakt</w:t>
            </w:r>
            <w:proofErr w:type="spellEnd"/>
            <w:r w:rsidRPr="00451F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25FE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FF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6E4B" w14:textId="77777777" w:rsidR="00015B8F" w:rsidRPr="00451FFC" w:rsidRDefault="00015B8F" w:rsidP="00451FF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1FFC">
              <w:rPr>
                <w:rFonts w:ascii="Corbel" w:hAnsi="Corbel"/>
                <w:b/>
                <w:szCs w:val="24"/>
              </w:rPr>
              <w:t>Liczba pkt</w:t>
            </w:r>
            <w:r w:rsidR="00B90885" w:rsidRPr="00451FFC">
              <w:rPr>
                <w:rFonts w:ascii="Corbel" w:hAnsi="Corbel"/>
                <w:b/>
                <w:szCs w:val="24"/>
              </w:rPr>
              <w:t>.</w:t>
            </w:r>
            <w:r w:rsidRPr="00451F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51FFC" w14:paraId="55BD6B2B" w14:textId="77777777" w:rsidTr="00451FF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63A8" w14:textId="77777777" w:rsidR="00015B8F" w:rsidRPr="00451FFC" w:rsidRDefault="006C38EB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DF14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BAD7" w14:textId="77777777" w:rsidR="00015B8F" w:rsidRPr="00451FFC" w:rsidRDefault="00592551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82E7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A59E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8619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55E8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838A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324D" w14:textId="77777777" w:rsidR="00015B8F" w:rsidRPr="00451FFC" w:rsidRDefault="005778BA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A6C3" w14:textId="77777777" w:rsidR="00015B8F" w:rsidRPr="00451FFC" w:rsidRDefault="006C38EB" w:rsidP="00451F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C532C7" w14:textId="77777777" w:rsidR="00923D7D" w:rsidRPr="00451F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8DEB63" w14:textId="77777777" w:rsidR="0085747A" w:rsidRPr="00451F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>1.</w:t>
      </w:r>
      <w:r w:rsidR="00E22FBC" w:rsidRPr="00451FFC">
        <w:rPr>
          <w:rFonts w:ascii="Corbel" w:hAnsi="Corbel"/>
          <w:smallCaps w:val="0"/>
          <w:szCs w:val="24"/>
        </w:rPr>
        <w:t>2</w:t>
      </w:r>
      <w:r w:rsidR="00F83B28" w:rsidRPr="00451FFC">
        <w:rPr>
          <w:rFonts w:ascii="Corbel" w:hAnsi="Corbel"/>
          <w:smallCaps w:val="0"/>
          <w:szCs w:val="24"/>
        </w:rPr>
        <w:t>.</w:t>
      </w:r>
      <w:r w:rsidR="00F83B28" w:rsidRPr="00451FFC">
        <w:rPr>
          <w:rFonts w:ascii="Corbel" w:hAnsi="Corbel"/>
          <w:smallCaps w:val="0"/>
          <w:szCs w:val="24"/>
        </w:rPr>
        <w:tab/>
      </w:r>
      <w:r w:rsidRPr="00451FFC">
        <w:rPr>
          <w:rFonts w:ascii="Corbel" w:hAnsi="Corbel"/>
          <w:smallCaps w:val="0"/>
          <w:szCs w:val="24"/>
        </w:rPr>
        <w:t xml:space="preserve">Sposób realizacji zajęć  </w:t>
      </w:r>
    </w:p>
    <w:p w14:paraId="5A029D63" w14:textId="77777777" w:rsidR="00451FFC" w:rsidRDefault="00451FFC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2E8C066A" w14:textId="02628E13" w:rsidR="0085747A" w:rsidRPr="00451FFC" w:rsidRDefault="00B537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6C38EB" w:rsidRPr="00451FFC">
        <w:rPr>
          <w:rFonts w:ascii="Corbel" w:eastAsia="MS Gothic" w:hAnsi="Corbel" w:cs="MS Gothic"/>
          <w:b w:val="0"/>
          <w:szCs w:val="24"/>
        </w:rPr>
        <w:t>X</w:t>
      </w:r>
      <w:r w:rsidR="0085747A" w:rsidRPr="00451F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DED4FE" w14:textId="77777777" w:rsidR="0085747A" w:rsidRPr="00451F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1FFC">
        <w:rPr>
          <w:rFonts w:ascii="Segoe UI Symbol" w:eastAsia="MS Gothic" w:hAnsi="Segoe UI Symbol" w:cs="Segoe UI Symbol"/>
          <w:b w:val="0"/>
          <w:szCs w:val="24"/>
        </w:rPr>
        <w:t>☐</w:t>
      </w:r>
      <w:r w:rsidRPr="00451FF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9DEEDD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E15EEB" w14:textId="77777777" w:rsidR="00E22FBC" w:rsidRPr="00451F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 xml:space="preserve">1.3 </w:t>
      </w:r>
      <w:r w:rsidR="00F83B28" w:rsidRPr="00451FFC">
        <w:rPr>
          <w:rFonts w:ascii="Corbel" w:hAnsi="Corbel"/>
          <w:smallCaps w:val="0"/>
          <w:szCs w:val="24"/>
        </w:rPr>
        <w:tab/>
      </w:r>
      <w:r w:rsidRPr="00451FFC">
        <w:rPr>
          <w:rFonts w:ascii="Corbel" w:hAnsi="Corbel"/>
          <w:smallCaps w:val="0"/>
          <w:szCs w:val="24"/>
        </w:rPr>
        <w:t>For</w:t>
      </w:r>
      <w:r w:rsidR="00445970" w:rsidRPr="00451FFC">
        <w:rPr>
          <w:rFonts w:ascii="Corbel" w:hAnsi="Corbel"/>
          <w:smallCaps w:val="0"/>
          <w:szCs w:val="24"/>
        </w:rPr>
        <w:t>ma zaliczenia przedmiotu</w:t>
      </w:r>
      <w:r w:rsidRPr="00451FFC">
        <w:rPr>
          <w:rFonts w:ascii="Corbel" w:hAnsi="Corbel"/>
          <w:smallCaps w:val="0"/>
          <w:szCs w:val="24"/>
        </w:rPr>
        <w:t xml:space="preserve"> (z toku) </w:t>
      </w:r>
      <w:r w:rsidRPr="00451FF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030D8D" w14:textId="77777777" w:rsidR="009C54AE" w:rsidRPr="00451F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2BAC33" w14:textId="77777777" w:rsidR="00A2785A" w:rsidRPr="00451FFC" w:rsidRDefault="00A278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51FFC">
        <w:rPr>
          <w:rFonts w:ascii="Corbel" w:hAnsi="Corbel"/>
          <w:b w:val="0"/>
          <w:szCs w:val="24"/>
        </w:rPr>
        <w:t>Zaliczenie z oceną</w:t>
      </w:r>
    </w:p>
    <w:p w14:paraId="0379C911" w14:textId="77777777" w:rsidR="00E960BB" w:rsidRPr="00451FF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234EEA" w14:textId="315CD70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1FFC">
        <w:rPr>
          <w:rFonts w:ascii="Corbel" w:hAnsi="Corbel"/>
          <w:szCs w:val="24"/>
        </w:rPr>
        <w:t xml:space="preserve">2.Wymagania wstępne </w:t>
      </w:r>
    </w:p>
    <w:p w14:paraId="51B0FFDA" w14:textId="77777777" w:rsidR="00451FFC" w:rsidRPr="00451FFC" w:rsidRDefault="00451FF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1FFC" w14:paraId="7E357844" w14:textId="77777777" w:rsidTr="00745302">
        <w:tc>
          <w:tcPr>
            <w:tcW w:w="9670" w:type="dxa"/>
          </w:tcPr>
          <w:p w14:paraId="4F97661E" w14:textId="77777777" w:rsidR="0085747A" w:rsidRPr="00451FFC" w:rsidRDefault="006C38E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bezpieczeństwa wewnętrznego, państwa, prawa (ze szczególnym uwzględnieniem zagadnień związanych z prawami człowieka) i polityki</w:t>
            </w:r>
          </w:p>
        </w:tc>
      </w:tr>
    </w:tbl>
    <w:p w14:paraId="519B8896" w14:textId="77777777" w:rsidR="00B537C8" w:rsidRDefault="00B537C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681DF9" w14:textId="77777777" w:rsidR="00B537C8" w:rsidRDefault="00B537C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FB8AAE" w14:textId="56D3CCE4" w:rsidR="0085747A" w:rsidRPr="00451F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1FFC">
        <w:rPr>
          <w:rFonts w:ascii="Corbel" w:hAnsi="Corbel"/>
          <w:szCs w:val="24"/>
        </w:rPr>
        <w:lastRenderedPageBreak/>
        <w:t>3.</w:t>
      </w:r>
      <w:r w:rsidR="0085747A" w:rsidRPr="00451FFC">
        <w:rPr>
          <w:rFonts w:ascii="Corbel" w:hAnsi="Corbel"/>
          <w:szCs w:val="24"/>
        </w:rPr>
        <w:t xml:space="preserve"> </w:t>
      </w:r>
      <w:r w:rsidR="00A84C85" w:rsidRPr="00451FFC">
        <w:rPr>
          <w:rFonts w:ascii="Corbel" w:hAnsi="Corbel"/>
          <w:szCs w:val="24"/>
        </w:rPr>
        <w:t>cele, efekty uczenia się</w:t>
      </w:r>
      <w:r w:rsidR="0085747A" w:rsidRPr="00451FFC">
        <w:rPr>
          <w:rFonts w:ascii="Corbel" w:hAnsi="Corbel"/>
          <w:szCs w:val="24"/>
        </w:rPr>
        <w:t xml:space="preserve"> , treści Programowe i stosowane metody Dydaktyczne</w:t>
      </w:r>
    </w:p>
    <w:p w14:paraId="130434BE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8167F" w14:textId="77777777" w:rsidR="0085747A" w:rsidRPr="00451F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51FFC">
        <w:rPr>
          <w:rFonts w:ascii="Corbel" w:hAnsi="Corbel"/>
          <w:sz w:val="24"/>
          <w:szCs w:val="24"/>
        </w:rPr>
        <w:t xml:space="preserve">3.1 </w:t>
      </w:r>
      <w:r w:rsidR="00C05F44" w:rsidRPr="00451FFC">
        <w:rPr>
          <w:rFonts w:ascii="Corbel" w:hAnsi="Corbel"/>
          <w:sz w:val="24"/>
          <w:szCs w:val="24"/>
        </w:rPr>
        <w:t>Cele przedmiotu</w:t>
      </w:r>
    </w:p>
    <w:p w14:paraId="6B33C5D3" w14:textId="77777777" w:rsidR="00F83B28" w:rsidRPr="00451FF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38EB" w:rsidRPr="00451FFC" w14:paraId="49337497" w14:textId="77777777" w:rsidTr="006C38EB">
        <w:tc>
          <w:tcPr>
            <w:tcW w:w="845" w:type="dxa"/>
            <w:vAlign w:val="center"/>
          </w:tcPr>
          <w:p w14:paraId="3C3918A1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5729E65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Klasyfikacja wybranych służb mundurowych w Polsce</w:t>
            </w:r>
          </w:p>
        </w:tc>
      </w:tr>
      <w:tr w:rsidR="006C38EB" w:rsidRPr="00451FFC" w14:paraId="1A17E920" w14:textId="77777777" w:rsidTr="006C38EB">
        <w:tc>
          <w:tcPr>
            <w:tcW w:w="845" w:type="dxa"/>
            <w:vAlign w:val="center"/>
          </w:tcPr>
          <w:p w14:paraId="560C8DE9" w14:textId="77777777" w:rsidR="006C38EB" w:rsidRPr="00451FFC" w:rsidRDefault="006C38EB" w:rsidP="006C38E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AAD014E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Charakterystyka poszczególnych formacji mundurowych z uwzględnieniem ich kompetencji i zadań w zakresie bezpieczeństwa wewnętrznego</w:t>
            </w:r>
          </w:p>
        </w:tc>
      </w:tr>
      <w:tr w:rsidR="006C38EB" w:rsidRPr="00451FFC" w14:paraId="01170CC1" w14:textId="77777777" w:rsidTr="006C38EB">
        <w:tc>
          <w:tcPr>
            <w:tcW w:w="845" w:type="dxa"/>
            <w:vAlign w:val="center"/>
          </w:tcPr>
          <w:p w14:paraId="225737A9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6FF095E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Zapoznanie ze specyfiką pracy w wybranych służbach mundurowych – prawami i obowiązkami funkcjonariuszy z poszczególnych formacji</w:t>
            </w:r>
          </w:p>
        </w:tc>
      </w:tr>
      <w:tr w:rsidR="006C38EB" w:rsidRPr="00451FFC" w14:paraId="1A79BB33" w14:textId="77777777" w:rsidTr="006C38EB">
        <w:tc>
          <w:tcPr>
            <w:tcW w:w="845" w:type="dxa"/>
            <w:vAlign w:val="center"/>
          </w:tcPr>
          <w:p w14:paraId="6C510507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B3AD13B" w14:textId="77777777" w:rsidR="006C38EB" w:rsidRPr="00451FFC" w:rsidRDefault="006C38EB" w:rsidP="006C38E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1FFC">
              <w:rPr>
                <w:rFonts w:ascii="Corbel" w:hAnsi="Corbel"/>
                <w:b w:val="0"/>
                <w:sz w:val="24"/>
                <w:szCs w:val="24"/>
              </w:rPr>
              <w:t>Przygotowanie teoretyczne do podjęcia pracy w wybranej służbie mundurowej</w:t>
            </w:r>
          </w:p>
        </w:tc>
      </w:tr>
    </w:tbl>
    <w:p w14:paraId="4B0F4342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940981" w14:textId="77777777" w:rsidR="001D7B54" w:rsidRPr="00451F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1FFC">
        <w:rPr>
          <w:rFonts w:ascii="Corbel" w:hAnsi="Corbel"/>
          <w:b/>
          <w:sz w:val="24"/>
          <w:szCs w:val="24"/>
        </w:rPr>
        <w:t xml:space="preserve">3.2 </w:t>
      </w:r>
      <w:r w:rsidR="001D7B54" w:rsidRPr="00451FFC">
        <w:rPr>
          <w:rFonts w:ascii="Corbel" w:hAnsi="Corbel"/>
          <w:b/>
          <w:sz w:val="24"/>
          <w:szCs w:val="24"/>
        </w:rPr>
        <w:t xml:space="preserve">Efekty </w:t>
      </w:r>
      <w:r w:rsidR="00C05F44" w:rsidRPr="00451F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51FFC">
        <w:rPr>
          <w:rFonts w:ascii="Corbel" w:hAnsi="Corbel"/>
          <w:b/>
          <w:sz w:val="24"/>
          <w:szCs w:val="24"/>
        </w:rPr>
        <w:t>dla przedmiotu</w:t>
      </w:r>
      <w:r w:rsidR="00445970" w:rsidRPr="00451FFC">
        <w:rPr>
          <w:rFonts w:ascii="Corbel" w:hAnsi="Corbel"/>
          <w:sz w:val="24"/>
          <w:szCs w:val="24"/>
        </w:rPr>
        <w:t xml:space="preserve"> </w:t>
      </w:r>
    </w:p>
    <w:p w14:paraId="013D5B21" w14:textId="77777777" w:rsidR="001D7B54" w:rsidRPr="00451FF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51FFC" w14:paraId="11327BBC" w14:textId="77777777" w:rsidTr="006C38EB">
        <w:tc>
          <w:tcPr>
            <w:tcW w:w="1681" w:type="dxa"/>
            <w:vAlign w:val="center"/>
          </w:tcPr>
          <w:p w14:paraId="29DDBC7C" w14:textId="77777777" w:rsidR="0085747A" w:rsidRPr="00451F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51FF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51FF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949D11" w14:textId="77777777" w:rsidR="0085747A" w:rsidRPr="00451FF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5A671B" w14:textId="77777777" w:rsidR="0085747A" w:rsidRPr="00451FF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51F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38EB" w:rsidRPr="00451FFC" w14:paraId="4A774DCD" w14:textId="77777777" w:rsidTr="006C38EB">
        <w:tc>
          <w:tcPr>
            <w:tcW w:w="1681" w:type="dxa"/>
          </w:tcPr>
          <w:p w14:paraId="58C197C3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5E80416" w14:textId="373C7111" w:rsidR="006C38EB" w:rsidRPr="00451FFC" w:rsidRDefault="005778BA" w:rsidP="00451FFC">
            <w:pPr>
              <w:spacing w:after="0" w:line="240" w:lineRule="auto"/>
              <w:rPr>
                <w:b/>
                <w:smallCaps/>
              </w:rPr>
            </w:pPr>
            <w:r w:rsidRPr="00451FFC">
              <w:t>zna i rozumie</w:t>
            </w:r>
            <w:r w:rsidR="006C38EB" w:rsidRPr="00451FFC">
              <w:t xml:space="preserve"> różn</w:t>
            </w:r>
            <w:r w:rsidRPr="00451FFC">
              <w:t>e</w:t>
            </w:r>
            <w:r w:rsidR="006C38EB" w:rsidRPr="00451FFC">
              <w:t xml:space="preserve"> rodzaj</w:t>
            </w:r>
            <w:r w:rsidRPr="00451FFC">
              <w:t>e</w:t>
            </w:r>
            <w:r w:rsidR="006C38EB" w:rsidRPr="00451FFC">
              <w:t xml:space="preserve"> struktur </w:t>
            </w:r>
            <w:r w:rsidR="006558E9" w:rsidRPr="00451FFC">
              <w:t>wybranych służb mundurowych</w:t>
            </w:r>
          </w:p>
        </w:tc>
        <w:tc>
          <w:tcPr>
            <w:tcW w:w="1865" w:type="dxa"/>
          </w:tcPr>
          <w:p w14:paraId="00F17738" w14:textId="77777777" w:rsidR="006C38EB" w:rsidRPr="00451FFC" w:rsidRDefault="002935CE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K_</w:t>
            </w:r>
            <w:r w:rsidR="006C38EB" w:rsidRPr="00451FFC">
              <w:rPr>
                <w:rFonts w:ascii="Corbel" w:hAnsi="Corbel"/>
                <w:b w:val="0"/>
                <w:szCs w:val="24"/>
              </w:rPr>
              <w:t>W03</w:t>
            </w:r>
          </w:p>
        </w:tc>
      </w:tr>
      <w:tr w:rsidR="006C38EB" w:rsidRPr="00451FFC" w14:paraId="0D4E55D8" w14:textId="77777777" w:rsidTr="006C38EB">
        <w:tc>
          <w:tcPr>
            <w:tcW w:w="1681" w:type="dxa"/>
          </w:tcPr>
          <w:p w14:paraId="5DF07CA0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E9F28B" w14:textId="483C08D4" w:rsidR="006C38EB" w:rsidRPr="00451FFC" w:rsidRDefault="005778BA" w:rsidP="00451FFC">
            <w:pPr>
              <w:spacing w:after="0" w:line="240" w:lineRule="auto"/>
              <w:rPr>
                <w:b/>
                <w:smallCaps/>
              </w:rPr>
            </w:pPr>
            <w:r w:rsidRPr="00451FFC">
              <w:t xml:space="preserve">zna i rozumie </w:t>
            </w:r>
            <w:r w:rsidR="006C38EB" w:rsidRPr="00451FFC">
              <w:t xml:space="preserve">prawa i obowiązki funkcjonariusza służb </w:t>
            </w:r>
            <w:r w:rsidR="006558E9" w:rsidRPr="00451FFC">
              <w:t>mundurowych</w:t>
            </w:r>
          </w:p>
        </w:tc>
        <w:tc>
          <w:tcPr>
            <w:tcW w:w="1865" w:type="dxa"/>
          </w:tcPr>
          <w:p w14:paraId="430AB854" w14:textId="77777777" w:rsidR="006C38EB" w:rsidRPr="00451FFC" w:rsidRDefault="002935CE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K_</w:t>
            </w:r>
            <w:r w:rsidR="006C38EB" w:rsidRPr="00451FFC">
              <w:rPr>
                <w:rFonts w:ascii="Corbel" w:hAnsi="Corbel"/>
                <w:b w:val="0"/>
                <w:szCs w:val="24"/>
              </w:rPr>
              <w:t>W09</w:t>
            </w:r>
          </w:p>
        </w:tc>
      </w:tr>
      <w:tr w:rsidR="006C38EB" w:rsidRPr="00451FFC" w14:paraId="66516C68" w14:textId="77777777" w:rsidTr="006C38EB">
        <w:tc>
          <w:tcPr>
            <w:tcW w:w="1681" w:type="dxa"/>
          </w:tcPr>
          <w:p w14:paraId="11400574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01DFFA4" w14:textId="213B965F" w:rsidR="006C38EB" w:rsidRPr="00451FFC" w:rsidRDefault="005778BA" w:rsidP="00451FFC">
            <w:pPr>
              <w:spacing w:after="0" w:line="240" w:lineRule="auto"/>
              <w:rPr>
                <w:b/>
                <w:smallCaps/>
              </w:rPr>
            </w:pPr>
            <w:r w:rsidRPr="00451FFC">
              <w:t xml:space="preserve">zna i rozumie </w:t>
            </w:r>
            <w:r w:rsidR="006C38EB" w:rsidRPr="00451FFC">
              <w:t>proces</w:t>
            </w:r>
            <w:r w:rsidRPr="00451FFC">
              <w:t>y</w:t>
            </w:r>
            <w:r w:rsidR="006C38EB" w:rsidRPr="00451FFC">
              <w:t xml:space="preserve"> zmian struktur </w:t>
            </w:r>
            <w:r w:rsidR="006558E9" w:rsidRPr="00451FFC">
              <w:t>służb mundurowych</w:t>
            </w:r>
          </w:p>
        </w:tc>
        <w:tc>
          <w:tcPr>
            <w:tcW w:w="1865" w:type="dxa"/>
          </w:tcPr>
          <w:p w14:paraId="79E521DF" w14:textId="77777777" w:rsidR="006C38EB" w:rsidRPr="00451FFC" w:rsidRDefault="002935CE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K_</w:t>
            </w:r>
            <w:r w:rsidR="006C38EB" w:rsidRPr="00451FFC">
              <w:rPr>
                <w:rFonts w:ascii="Corbel" w:hAnsi="Corbel"/>
                <w:b w:val="0"/>
                <w:szCs w:val="24"/>
              </w:rPr>
              <w:t>W12</w:t>
            </w:r>
          </w:p>
        </w:tc>
      </w:tr>
      <w:tr w:rsidR="006C38EB" w:rsidRPr="00451FFC" w14:paraId="2A93F178" w14:textId="77777777" w:rsidTr="006C38EB">
        <w:tc>
          <w:tcPr>
            <w:tcW w:w="1681" w:type="dxa"/>
          </w:tcPr>
          <w:p w14:paraId="5CB8D07C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2304CE" w14:textId="5172C4FC" w:rsidR="006C38EB" w:rsidRPr="00451FFC" w:rsidRDefault="005778BA" w:rsidP="00451FFC">
            <w:pPr>
              <w:spacing w:after="0" w:line="240" w:lineRule="auto"/>
              <w:rPr>
                <w:b/>
                <w:smallCaps/>
              </w:rPr>
            </w:pPr>
            <w:r w:rsidRPr="00451FFC">
              <w:t xml:space="preserve">potrafi </w:t>
            </w:r>
            <w:r w:rsidR="006C38EB" w:rsidRPr="00451FFC">
              <w:t>Posług</w:t>
            </w:r>
            <w:r w:rsidRPr="00451FFC">
              <w:t>iwać</w:t>
            </w:r>
            <w:r w:rsidR="006C38EB" w:rsidRPr="00451FFC">
              <w:t xml:space="preserve"> się normami  i regułami prawnymi, zasadami wykładni, regułami zawodowymi, moralnymi w celu rozwiązania konkretnego zadania </w:t>
            </w:r>
            <w:r w:rsidR="006558E9" w:rsidRPr="00451FFC">
              <w:t>w związku z wykonywanym zawodem</w:t>
            </w:r>
          </w:p>
        </w:tc>
        <w:tc>
          <w:tcPr>
            <w:tcW w:w="1865" w:type="dxa"/>
          </w:tcPr>
          <w:p w14:paraId="0F7C31EC" w14:textId="77777777" w:rsidR="006C38EB" w:rsidRPr="00451FFC" w:rsidRDefault="002935CE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K_</w:t>
            </w:r>
            <w:r w:rsidR="006C38EB" w:rsidRPr="00451FFC">
              <w:rPr>
                <w:rFonts w:ascii="Corbel" w:hAnsi="Corbel"/>
                <w:b w:val="0"/>
                <w:szCs w:val="24"/>
              </w:rPr>
              <w:t>U06</w:t>
            </w:r>
          </w:p>
        </w:tc>
      </w:tr>
      <w:tr w:rsidR="006C38EB" w:rsidRPr="00451FFC" w14:paraId="7AACA8B0" w14:textId="77777777" w:rsidTr="006C38EB">
        <w:tc>
          <w:tcPr>
            <w:tcW w:w="1681" w:type="dxa"/>
          </w:tcPr>
          <w:p w14:paraId="08A34E0E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BF6312B" w14:textId="6E4D5A0A" w:rsidR="006C38EB" w:rsidRPr="00451FFC" w:rsidRDefault="006558E9" w:rsidP="00451FFC">
            <w:pPr>
              <w:spacing w:after="0" w:line="240" w:lineRule="auto"/>
              <w:rPr>
                <w:b/>
                <w:smallCaps/>
              </w:rPr>
            </w:pPr>
            <w:r w:rsidRPr="00451FFC">
              <w:t xml:space="preserve">realizując obowiązki służbowe </w:t>
            </w:r>
            <w:r w:rsidR="005778BA" w:rsidRPr="00451FFC">
              <w:t xml:space="preserve">potrafi </w:t>
            </w:r>
            <w:r w:rsidR="006C38EB" w:rsidRPr="00451FFC">
              <w:t>Wykorzys</w:t>
            </w:r>
            <w:r w:rsidR="005778BA" w:rsidRPr="00451FFC">
              <w:t xml:space="preserve">tać </w:t>
            </w:r>
            <w:r w:rsidR="006C38EB" w:rsidRPr="00451FFC">
              <w:t xml:space="preserve"> zdobytą wiedzę dla zapewnienia bezpieczeństwa wewnętrznego</w:t>
            </w:r>
          </w:p>
        </w:tc>
        <w:tc>
          <w:tcPr>
            <w:tcW w:w="1865" w:type="dxa"/>
          </w:tcPr>
          <w:p w14:paraId="2EC946C4" w14:textId="77777777" w:rsidR="006C38EB" w:rsidRPr="00451FFC" w:rsidRDefault="002935CE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K_</w:t>
            </w:r>
            <w:r w:rsidR="006C38EB" w:rsidRPr="00451FFC">
              <w:rPr>
                <w:rFonts w:ascii="Corbel" w:hAnsi="Corbel"/>
                <w:b w:val="0"/>
                <w:szCs w:val="24"/>
              </w:rPr>
              <w:t>U07</w:t>
            </w:r>
          </w:p>
        </w:tc>
      </w:tr>
    </w:tbl>
    <w:p w14:paraId="47282DDF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49F7F" w14:textId="77777777" w:rsidR="0085747A" w:rsidRPr="00451FFC" w:rsidRDefault="00675843" w:rsidP="00451FFC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1FFC">
        <w:rPr>
          <w:rFonts w:ascii="Corbel" w:hAnsi="Corbel"/>
          <w:b/>
          <w:sz w:val="24"/>
          <w:szCs w:val="24"/>
        </w:rPr>
        <w:t>3.3</w:t>
      </w:r>
      <w:r w:rsidR="001D7B54" w:rsidRPr="00451FFC">
        <w:rPr>
          <w:rFonts w:ascii="Corbel" w:hAnsi="Corbel"/>
          <w:b/>
          <w:sz w:val="24"/>
          <w:szCs w:val="24"/>
        </w:rPr>
        <w:t xml:space="preserve"> </w:t>
      </w:r>
      <w:r w:rsidR="0085747A" w:rsidRPr="00451FFC">
        <w:rPr>
          <w:rFonts w:ascii="Corbel" w:hAnsi="Corbel"/>
          <w:b/>
          <w:sz w:val="24"/>
          <w:szCs w:val="24"/>
        </w:rPr>
        <w:t>T</w:t>
      </w:r>
      <w:r w:rsidR="001D7B54" w:rsidRPr="00451F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51FFC">
        <w:rPr>
          <w:rFonts w:ascii="Corbel" w:hAnsi="Corbel"/>
          <w:sz w:val="24"/>
          <w:szCs w:val="24"/>
        </w:rPr>
        <w:t xml:space="preserve">  </w:t>
      </w:r>
    </w:p>
    <w:p w14:paraId="7417C305" w14:textId="77777777" w:rsidR="0085747A" w:rsidRPr="00451FF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1FF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1FFC" w14:paraId="702145A9" w14:textId="77777777" w:rsidTr="006C38EB">
        <w:tc>
          <w:tcPr>
            <w:tcW w:w="9520" w:type="dxa"/>
          </w:tcPr>
          <w:p w14:paraId="26038565" w14:textId="77777777" w:rsidR="0085747A" w:rsidRPr="00451FF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38EB" w:rsidRPr="00451FFC" w14:paraId="3BCE6636" w14:textId="77777777" w:rsidTr="006C38EB">
        <w:tc>
          <w:tcPr>
            <w:tcW w:w="9520" w:type="dxa"/>
          </w:tcPr>
          <w:p w14:paraId="477A59A8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Policja jako służba stojąca na straży porządku publicznego w państwie</w:t>
            </w:r>
          </w:p>
        </w:tc>
      </w:tr>
      <w:tr w:rsidR="006C38EB" w:rsidRPr="00451FFC" w14:paraId="7D0466DF" w14:textId="77777777" w:rsidTr="006C38EB">
        <w:tc>
          <w:tcPr>
            <w:tcW w:w="9520" w:type="dxa"/>
          </w:tcPr>
          <w:p w14:paraId="7833F9D5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Siły Zbrojne Rzeczypospolitej Polskiej</w:t>
            </w:r>
          </w:p>
        </w:tc>
      </w:tr>
      <w:tr w:rsidR="006C38EB" w:rsidRPr="00451FFC" w14:paraId="60DB019F" w14:textId="77777777" w:rsidTr="006C38EB">
        <w:tc>
          <w:tcPr>
            <w:tcW w:w="9520" w:type="dxa"/>
          </w:tcPr>
          <w:p w14:paraId="2CEB7B04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Żandarmeria wojskowa jako formacja stojąca na straży porządku publicznego i przestrzegania dyscypliny wojskowej</w:t>
            </w:r>
          </w:p>
        </w:tc>
      </w:tr>
      <w:tr w:rsidR="006C38EB" w:rsidRPr="00451FFC" w14:paraId="673C806E" w14:textId="77777777" w:rsidTr="006C38EB">
        <w:tc>
          <w:tcPr>
            <w:tcW w:w="9520" w:type="dxa"/>
          </w:tcPr>
          <w:p w14:paraId="4CDA214E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Państwowa Straż Pożarna jako służba zajmująca się walką z pożarami i innymi zagrożeniami dla ratowania życia i zdrowia obywateli</w:t>
            </w:r>
          </w:p>
        </w:tc>
      </w:tr>
      <w:tr w:rsidR="006C38EB" w:rsidRPr="00451FFC" w14:paraId="0AF8AE0D" w14:textId="77777777" w:rsidTr="006C38EB">
        <w:tc>
          <w:tcPr>
            <w:tcW w:w="9520" w:type="dxa"/>
          </w:tcPr>
          <w:p w14:paraId="1717E6A9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Straż Graniczna jako formacja zabezpieczająca granicę państwa</w:t>
            </w:r>
          </w:p>
        </w:tc>
      </w:tr>
      <w:tr w:rsidR="006C38EB" w:rsidRPr="00451FFC" w14:paraId="22B60E3B" w14:textId="77777777" w:rsidTr="006C38EB">
        <w:tc>
          <w:tcPr>
            <w:tcW w:w="9520" w:type="dxa"/>
          </w:tcPr>
          <w:p w14:paraId="0139D53C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Służba Celno-Skarbowa jako instytucja stojąca na straży interesów ekonomicznych państwa</w:t>
            </w:r>
          </w:p>
        </w:tc>
      </w:tr>
      <w:tr w:rsidR="006C38EB" w:rsidRPr="00451FFC" w14:paraId="3FA6493E" w14:textId="77777777" w:rsidTr="006C38EB">
        <w:tc>
          <w:tcPr>
            <w:tcW w:w="9520" w:type="dxa"/>
          </w:tcPr>
          <w:p w14:paraId="3D4CA016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Służba Więzienna jako formacja realizująca zadania z zakresu wykonywania kar</w:t>
            </w:r>
          </w:p>
        </w:tc>
      </w:tr>
      <w:tr w:rsidR="006C38EB" w:rsidRPr="00451FFC" w14:paraId="6D5FE412" w14:textId="77777777" w:rsidTr="006C38EB">
        <w:tc>
          <w:tcPr>
            <w:tcW w:w="9520" w:type="dxa"/>
          </w:tcPr>
          <w:p w14:paraId="69549834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Służba Ochrony Państwa jako formacja stojąca na straży osób publicznych w państwie</w:t>
            </w:r>
          </w:p>
        </w:tc>
      </w:tr>
      <w:tr w:rsidR="006C38EB" w:rsidRPr="00451FFC" w14:paraId="098873FD" w14:textId="77777777" w:rsidTr="006C38EB">
        <w:tc>
          <w:tcPr>
            <w:tcW w:w="9520" w:type="dxa"/>
          </w:tcPr>
          <w:p w14:paraId="12BD76EF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Straż Ochrony Kolei jako formacja zapewniająca ochronę życia i zdrowia ludzkiego na obszarze kolei</w:t>
            </w:r>
          </w:p>
        </w:tc>
      </w:tr>
      <w:tr w:rsidR="006C38EB" w:rsidRPr="00451FFC" w14:paraId="03D93288" w14:textId="77777777" w:rsidTr="006C38EB">
        <w:tc>
          <w:tcPr>
            <w:tcW w:w="9520" w:type="dxa"/>
          </w:tcPr>
          <w:p w14:paraId="52D6571F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Służby specjalne – Agencja Wywiadu</w:t>
            </w:r>
          </w:p>
        </w:tc>
      </w:tr>
      <w:tr w:rsidR="006C38EB" w:rsidRPr="00451FFC" w14:paraId="0CA015A6" w14:textId="77777777" w:rsidTr="006C38EB">
        <w:tc>
          <w:tcPr>
            <w:tcW w:w="9520" w:type="dxa"/>
          </w:tcPr>
          <w:p w14:paraId="3E743EF5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Służby specjalne – Agencja Bezpieczeństwa Wewnętrznego</w:t>
            </w:r>
          </w:p>
        </w:tc>
      </w:tr>
      <w:tr w:rsidR="006C38EB" w:rsidRPr="00451FFC" w14:paraId="4F255637" w14:textId="77777777" w:rsidTr="006C38EB">
        <w:tc>
          <w:tcPr>
            <w:tcW w:w="9520" w:type="dxa"/>
          </w:tcPr>
          <w:p w14:paraId="746B3035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 xml:space="preserve">Służba Leśna jako formacja dbająca o dobro Lasów Państwowych </w:t>
            </w:r>
          </w:p>
        </w:tc>
      </w:tr>
      <w:tr w:rsidR="006C38EB" w:rsidRPr="00451FFC" w14:paraId="752D4701" w14:textId="77777777" w:rsidTr="006C38EB">
        <w:tc>
          <w:tcPr>
            <w:tcW w:w="9520" w:type="dxa"/>
          </w:tcPr>
          <w:p w14:paraId="66696AA6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Straż Marszałkowska jako formacja zapewniająca ochronę na terenie Sejmu i Senatu RP</w:t>
            </w:r>
          </w:p>
        </w:tc>
      </w:tr>
    </w:tbl>
    <w:p w14:paraId="6509F65C" w14:textId="77777777" w:rsidR="0085747A" w:rsidRPr="00451F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92A807" w14:textId="77777777" w:rsidR="00AE74EC" w:rsidRDefault="00AE74E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60F1988" w14:textId="77777777" w:rsidR="00AE74EC" w:rsidRDefault="00AE74E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3C79D99" w14:textId="2444FF9E" w:rsidR="0085747A" w:rsidRPr="00451F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lastRenderedPageBreak/>
        <w:t>3.4 Metody dydaktyczne</w:t>
      </w:r>
      <w:r w:rsidRPr="00451FFC">
        <w:rPr>
          <w:rFonts w:ascii="Corbel" w:hAnsi="Corbel"/>
          <w:b w:val="0"/>
          <w:smallCaps w:val="0"/>
          <w:szCs w:val="24"/>
        </w:rPr>
        <w:t xml:space="preserve"> </w:t>
      </w:r>
    </w:p>
    <w:p w14:paraId="3BF5B24D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604E5" w14:textId="77777777" w:rsidR="006C38EB" w:rsidRPr="00451FFC" w:rsidRDefault="006C38EB" w:rsidP="006C38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b w:val="0"/>
          <w:smallCaps w:val="0"/>
          <w:szCs w:val="24"/>
        </w:rPr>
        <w:t>1) Analiza tekstów z dyskusją moderowaną</w:t>
      </w:r>
    </w:p>
    <w:p w14:paraId="56B6A5A0" w14:textId="77777777" w:rsidR="006C38EB" w:rsidRPr="00451FFC" w:rsidRDefault="006C38EB" w:rsidP="006C38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b w:val="0"/>
          <w:smallCaps w:val="0"/>
          <w:szCs w:val="24"/>
        </w:rPr>
        <w:t>2) Analiza aktów normatywnych</w:t>
      </w:r>
    </w:p>
    <w:p w14:paraId="37FCBC33" w14:textId="77777777" w:rsidR="006C38EB" w:rsidRPr="00451FFC" w:rsidRDefault="006C38EB" w:rsidP="006C38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b w:val="0"/>
          <w:smallCaps w:val="0"/>
          <w:szCs w:val="24"/>
        </w:rPr>
        <w:t>3) Praca w grupach</w:t>
      </w:r>
    </w:p>
    <w:p w14:paraId="75CCB888" w14:textId="77777777" w:rsidR="006C38EB" w:rsidRPr="00451FFC" w:rsidRDefault="006C38EB" w:rsidP="006C38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b w:val="0"/>
          <w:smallCaps w:val="0"/>
          <w:szCs w:val="24"/>
        </w:rPr>
        <w:t>4) Wizyty studyjne</w:t>
      </w:r>
    </w:p>
    <w:p w14:paraId="49D02899" w14:textId="77777777" w:rsidR="006C38EB" w:rsidRPr="00451FFC" w:rsidRDefault="006C38EB" w:rsidP="006C38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FFC">
        <w:rPr>
          <w:rFonts w:ascii="Corbel" w:hAnsi="Corbel"/>
          <w:b w:val="0"/>
          <w:smallCaps w:val="0"/>
          <w:szCs w:val="24"/>
        </w:rPr>
        <w:t>5) Prezentacje interaktywne</w:t>
      </w:r>
    </w:p>
    <w:p w14:paraId="51B264B3" w14:textId="77777777" w:rsidR="006C38EB" w:rsidRPr="00451FFC" w:rsidRDefault="006C38EB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B62224B" w14:textId="77777777" w:rsidR="0085747A" w:rsidRPr="00451F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 xml:space="preserve">4. </w:t>
      </w:r>
      <w:r w:rsidR="0085747A" w:rsidRPr="00451FFC">
        <w:rPr>
          <w:rFonts w:ascii="Corbel" w:hAnsi="Corbel"/>
          <w:smallCaps w:val="0"/>
          <w:szCs w:val="24"/>
        </w:rPr>
        <w:t>METODY I KRYTERIA OCENY</w:t>
      </w:r>
      <w:r w:rsidR="009F4610" w:rsidRPr="00451FFC">
        <w:rPr>
          <w:rFonts w:ascii="Corbel" w:hAnsi="Corbel"/>
          <w:smallCaps w:val="0"/>
          <w:szCs w:val="24"/>
        </w:rPr>
        <w:t xml:space="preserve"> </w:t>
      </w:r>
    </w:p>
    <w:p w14:paraId="2ECA86AA" w14:textId="77777777" w:rsidR="00923D7D" w:rsidRPr="00451F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D057F" w14:textId="77777777" w:rsidR="0085747A" w:rsidRPr="00451F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51FFC">
        <w:rPr>
          <w:rFonts w:ascii="Corbel" w:hAnsi="Corbel"/>
          <w:smallCaps w:val="0"/>
          <w:szCs w:val="24"/>
        </w:rPr>
        <w:t>uczenia się</w:t>
      </w:r>
    </w:p>
    <w:p w14:paraId="64E89587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51FFC" w14:paraId="47450FD9" w14:textId="77777777" w:rsidTr="006C38EB">
        <w:tc>
          <w:tcPr>
            <w:tcW w:w="1962" w:type="dxa"/>
            <w:vAlign w:val="center"/>
          </w:tcPr>
          <w:p w14:paraId="49BD4551" w14:textId="77777777" w:rsidR="0085747A" w:rsidRPr="00451FF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191621" w14:textId="77777777" w:rsidR="0085747A" w:rsidRPr="00451FF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72EACC" w14:textId="77777777" w:rsidR="0085747A" w:rsidRPr="00451FF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51F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A662DC" w14:textId="77777777" w:rsidR="00923D7D" w:rsidRPr="00451F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2B6817" w14:textId="77777777" w:rsidR="0085747A" w:rsidRPr="00451F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38EB" w:rsidRPr="00451FFC" w14:paraId="0B8F7FDD" w14:textId="77777777" w:rsidTr="006C38EB">
        <w:tc>
          <w:tcPr>
            <w:tcW w:w="1962" w:type="dxa"/>
          </w:tcPr>
          <w:p w14:paraId="3F7DDB56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A545479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wypowiedź studenta w trakcie zajęć;</w:t>
            </w:r>
          </w:p>
          <w:p w14:paraId="703984D0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dyskusja/rozmowa w czasie zajęć;</w:t>
            </w:r>
          </w:p>
          <w:p w14:paraId="69A91E1D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efekty pracy w grupie;</w:t>
            </w:r>
          </w:p>
          <w:p w14:paraId="17F536CC" w14:textId="77777777" w:rsidR="006C38EB" w:rsidRPr="00451FFC" w:rsidRDefault="006C38EB" w:rsidP="00451FFC">
            <w:pPr>
              <w:spacing w:after="0" w:line="240" w:lineRule="auto"/>
              <w:rPr>
                <w:b/>
                <w:strike/>
              </w:rPr>
            </w:pPr>
            <w:r w:rsidRPr="00451FFC">
              <w:t>- test sprawdzający wiadomości;</w:t>
            </w:r>
          </w:p>
        </w:tc>
        <w:tc>
          <w:tcPr>
            <w:tcW w:w="2117" w:type="dxa"/>
          </w:tcPr>
          <w:p w14:paraId="3543F80B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C38EB" w:rsidRPr="00451FFC" w14:paraId="79FA8490" w14:textId="77777777" w:rsidTr="006C38EB">
        <w:tc>
          <w:tcPr>
            <w:tcW w:w="1962" w:type="dxa"/>
          </w:tcPr>
          <w:p w14:paraId="1B28E7CD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5164E3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wypowiedź studenta w trakcie zajęć;</w:t>
            </w:r>
          </w:p>
          <w:p w14:paraId="4C9821E5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dyskusja/rozmowa w czasie zajęć;</w:t>
            </w:r>
          </w:p>
          <w:p w14:paraId="03592856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efekty pracy w grupie;</w:t>
            </w:r>
          </w:p>
          <w:p w14:paraId="0E6D0C10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test sprawdzający wiadomości;</w:t>
            </w:r>
          </w:p>
        </w:tc>
        <w:tc>
          <w:tcPr>
            <w:tcW w:w="2117" w:type="dxa"/>
          </w:tcPr>
          <w:p w14:paraId="08748AB9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C38EB" w:rsidRPr="00451FFC" w14:paraId="3F27F50D" w14:textId="77777777" w:rsidTr="006C38EB">
        <w:tc>
          <w:tcPr>
            <w:tcW w:w="1962" w:type="dxa"/>
          </w:tcPr>
          <w:p w14:paraId="1ABC92B5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F54F01C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wypowiedź studenta w trakcie zajęć;</w:t>
            </w:r>
          </w:p>
          <w:p w14:paraId="088C5185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dyskusja/rozmowa w czasie zajęć;</w:t>
            </w:r>
          </w:p>
          <w:p w14:paraId="0A200BA6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efekty pracy w grupie;</w:t>
            </w:r>
          </w:p>
          <w:p w14:paraId="0A6B98DA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test sprawdzający wiadomości;</w:t>
            </w:r>
          </w:p>
        </w:tc>
        <w:tc>
          <w:tcPr>
            <w:tcW w:w="2117" w:type="dxa"/>
          </w:tcPr>
          <w:p w14:paraId="5CD3A9DA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C38EB" w:rsidRPr="00451FFC" w14:paraId="2B8B8EB9" w14:textId="77777777" w:rsidTr="006C38EB">
        <w:tc>
          <w:tcPr>
            <w:tcW w:w="1962" w:type="dxa"/>
          </w:tcPr>
          <w:p w14:paraId="7AF0B9ED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19C0DF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wypowiedź studenta w trakcie zajęć;</w:t>
            </w:r>
          </w:p>
          <w:p w14:paraId="7708E394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dyskusja/rozmowa w czasie zajęć;</w:t>
            </w:r>
          </w:p>
          <w:p w14:paraId="2B0FAA4A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efekty pracy w grupie;</w:t>
            </w:r>
          </w:p>
          <w:p w14:paraId="1304B460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test sprawdzający wiadomości;</w:t>
            </w:r>
          </w:p>
        </w:tc>
        <w:tc>
          <w:tcPr>
            <w:tcW w:w="2117" w:type="dxa"/>
          </w:tcPr>
          <w:p w14:paraId="36887209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C38EB" w:rsidRPr="00451FFC" w14:paraId="401E0378" w14:textId="77777777" w:rsidTr="006C38EB">
        <w:tc>
          <w:tcPr>
            <w:tcW w:w="1962" w:type="dxa"/>
          </w:tcPr>
          <w:p w14:paraId="23EF25AD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88528DA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wypowiedź studenta w trakcie zajęć;</w:t>
            </w:r>
          </w:p>
          <w:p w14:paraId="177D0638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dyskusja/rozmowa w czasie zajęć;</w:t>
            </w:r>
          </w:p>
          <w:p w14:paraId="32644FB6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efekty pracy w grupie;</w:t>
            </w:r>
          </w:p>
          <w:p w14:paraId="4D52C9E4" w14:textId="77777777" w:rsidR="006C38EB" w:rsidRPr="00451FFC" w:rsidRDefault="006C38EB" w:rsidP="00451FFC">
            <w:pPr>
              <w:spacing w:after="0" w:line="240" w:lineRule="auto"/>
              <w:rPr>
                <w:b/>
              </w:rPr>
            </w:pPr>
            <w:r w:rsidRPr="00451FFC">
              <w:t>- test sprawdzający wiadomości;</w:t>
            </w:r>
          </w:p>
        </w:tc>
        <w:tc>
          <w:tcPr>
            <w:tcW w:w="2117" w:type="dxa"/>
          </w:tcPr>
          <w:p w14:paraId="7C180252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FF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F3428ED" w14:textId="77777777" w:rsidR="00923D7D" w:rsidRPr="00451FF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30E67" w14:textId="77777777" w:rsidR="0085747A" w:rsidRPr="00451F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 xml:space="preserve">4.2 </w:t>
      </w:r>
      <w:r w:rsidR="0085747A" w:rsidRPr="00451F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51FFC">
        <w:rPr>
          <w:rFonts w:ascii="Corbel" w:hAnsi="Corbel"/>
          <w:smallCaps w:val="0"/>
          <w:szCs w:val="24"/>
        </w:rPr>
        <w:t xml:space="preserve"> </w:t>
      </w:r>
    </w:p>
    <w:p w14:paraId="691C3419" w14:textId="77777777" w:rsidR="00923D7D" w:rsidRPr="00451F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1FFC" w14:paraId="3C696C4B" w14:textId="77777777" w:rsidTr="00923D7D">
        <w:tc>
          <w:tcPr>
            <w:tcW w:w="9670" w:type="dxa"/>
          </w:tcPr>
          <w:p w14:paraId="7A078323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Przygotowanie do zajęć; aktywność podczas zajęć; aktywność podczas pracy w grupach; uzyskanie pozytywnych ocen z testów i prezentacji multimedialnej</w:t>
            </w:r>
          </w:p>
          <w:p w14:paraId="0D3ED0AD" w14:textId="77777777" w:rsidR="006C38EB" w:rsidRPr="00451FFC" w:rsidRDefault="006C38E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Kryteria ocen z testu:</w:t>
            </w:r>
          </w:p>
          <w:p w14:paraId="3DD8332C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Ocena bardzo dobra – od 90% do 100% punktów</w:t>
            </w:r>
          </w:p>
          <w:p w14:paraId="2A2FECE9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Ocena +dobra – od 80% do 89% punktów</w:t>
            </w:r>
          </w:p>
          <w:p w14:paraId="0BA07CE4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Ocena dobra – od 70% do 79% punktów</w:t>
            </w:r>
          </w:p>
          <w:p w14:paraId="26E3ECEE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Ocena +dostateczna – od 60 do 69% punktów</w:t>
            </w:r>
          </w:p>
          <w:p w14:paraId="11051F7C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Ocena dostateczna – od 50% do 59% punktów</w:t>
            </w:r>
          </w:p>
          <w:p w14:paraId="0C95944B" w14:textId="77777777" w:rsidR="00923D7D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14:paraId="6166B638" w14:textId="77777777" w:rsidR="0085747A" w:rsidRPr="00451F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6C4CF1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88226" w14:textId="77777777" w:rsidR="00AE74EC" w:rsidRDefault="00AE74E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4B8BA4B" w14:textId="77777777" w:rsidR="00AE74EC" w:rsidRDefault="00AE74E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A83BFA6" w14:textId="77777777" w:rsidR="00AE74EC" w:rsidRDefault="00AE74E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921773D" w14:textId="77777777" w:rsidR="00AE74EC" w:rsidRDefault="00AE74E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285BCA4" w14:textId="77777777" w:rsidR="00AE74EC" w:rsidRDefault="00AE74E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CD08F44" w14:textId="43E8515A" w:rsidR="009F4610" w:rsidRPr="00451FF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1FF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51F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151C1D" w14:textId="77777777" w:rsidR="0085747A" w:rsidRPr="00451F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51FFC" w14:paraId="63DB9A1E" w14:textId="77777777" w:rsidTr="006C38EB">
        <w:tc>
          <w:tcPr>
            <w:tcW w:w="4902" w:type="dxa"/>
            <w:vAlign w:val="center"/>
          </w:tcPr>
          <w:p w14:paraId="6CE45A67" w14:textId="77777777" w:rsidR="0085747A" w:rsidRPr="00451FF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1FF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51FF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51FF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F6D0168" w14:textId="77777777" w:rsidR="0085747A" w:rsidRPr="00451FF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1FF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51FF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51FF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1FF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38EB" w:rsidRPr="00451FFC" w14:paraId="6D764A1D" w14:textId="77777777" w:rsidTr="006C38EB">
        <w:tc>
          <w:tcPr>
            <w:tcW w:w="4902" w:type="dxa"/>
          </w:tcPr>
          <w:p w14:paraId="7AB45899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3B7CE67" w14:textId="77777777" w:rsidR="006C38EB" w:rsidRPr="00451FFC" w:rsidRDefault="00592551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38EB" w:rsidRPr="00451FFC" w14:paraId="7E8E32AF" w14:textId="77777777" w:rsidTr="006C38EB">
        <w:tc>
          <w:tcPr>
            <w:tcW w:w="4902" w:type="dxa"/>
          </w:tcPr>
          <w:p w14:paraId="6E062EBF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E3C4B18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A19E5B5" w14:textId="77777777" w:rsidR="006C38EB" w:rsidRPr="00451FFC" w:rsidRDefault="00592551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2</w:t>
            </w:r>
            <w:r w:rsidR="006C38EB" w:rsidRPr="00451F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C38EB" w:rsidRPr="00451FFC" w14:paraId="2CEFEC93" w14:textId="77777777" w:rsidTr="006C38EB">
        <w:tc>
          <w:tcPr>
            <w:tcW w:w="4902" w:type="dxa"/>
          </w:tcPr>
          <w:p w14:paraId="303B4CED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E02E28E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FBA6635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5</w:t>
            </w:r>
            <w:r w:rsidR="00592551" w:rsidRPr="00451F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C38EB" w:rsidRPr="00451FFC" w14:paraId="6F0717AD" w14:textId="77777777" w:rsidTr="006C38EB">
        <w:tc>
          <w:tcPr>
            <w:tcW w:w="4902" w:type="dxa"/>
          </w:tcPr>
          <w:p w14:paraId="0B539DD8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1DB242A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C38EB" w:rsidRPr="00451FFC" w14:paraId="229426BB" w14:textId="77777777" w:rsidTr="006C38EB">
        <w:tc>
          <w:tcPr>
            <w:tcW w:w="4902" w:type="dxa"/>
          </w:tcPr>
          <w:p w14:paraId="7E243F6E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1F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FA25B44" w14:textId="77777777" w:rsidR="006C38EB" w:rsidRPr="00451FFC" w:rsidRDefault="006C38EB" w:rsidP="006C38E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51FF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9EA469" w14:textId="77777777" w:rsidR="0085747A" w:rsidRPr="00451FF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1F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51F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1606C4" w14:textId="77777777" w:rsidR="003E1941" w:rsidRPr="00451F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0E7701" w14:textId="77777777" w:rsidR="0085747A" w:rsidRPr="00451F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 xml:space="preserve">6. </w:t>
      </w:r>
      <w:r w:rsidR="0085747A" w:rsidRPr="00451FFC">
        <w:rPr>
          <w:rFonts w:ascii="Corbel" w:hAnsi="Corbel"/>
          <w:smallCaps w:val="0"/>
          <w:szCs w:val="24"/>
        </w:rPr>
        <w:t>PRAKTYKI ZAWO</w:t>
      </w:r>
      <w:r w:rsidR="009D3F3B" w:rsidRPr="00451FFC">
        <w:rPr>
          <w:rFonts w:ascii="Corbel" w:hAnsi="Corbel"/>
          <w:smallCaps w:val="0"/>
          <w:szCs w:val="24"/>
        </w:rPr>
        <w:t>DOWE W RAMACH PRZEDMIOTU</w:t>
      </w:r>
    </w:p>
    <w:p w14:paraId="7EF8271E" w14:textId="77777777" w:rsidR="0085747A" w:rsidRPr="00451F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1FFC" w:rsidRPr="00451FFC" w14:paraId="0744CD05" w14:textId="77777777" w:rsidTr="0071620A">
        <w:trPr>
          <w:trHeight w:val="397"/>
        </w:trPr>
        <w:tc>
          <w:tcPr>
            <w:tcW w:w="3544" w:type="dxa"/>
          </w:tcPr>
          <w:p w14:paraId="1101AE3A" w14:textId="77777777" w:rsidR="00451FFC" w:rsidRPr="00451FFC" w:rsidRDefault="00451FFC" w:rsidP="00451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859228" w14:textId="545303C8" w:rsidR="00451FFC" w:rsidRPr="00451FFC" w:rsidRDefault="00451FFC" w:rsidP="00451FF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40725">
              <w:t>Nie dotyczy</w:t>
            </w:r>
          </w:p>
        </w:tc>
      </w:tr>
      <w:tr w:rsidR="00451FFC" w:rsidRPr="00451FFC" w14:paraId="27B795AB" w14:textId="77777777" w:rsidTr="0071620A">
        <w:trPr>
          <w:trHeight w:val="397"/>
        </w:trPr>
        <w:tc>
          <w:tcPr>
            <w:tcW w:w="3544" w:type="dxa"/>
          </w:tcPr>
          <w:p w14:paraId="7579ED0A" w14:textId="77777777" w:rsidR="00451FFC" w:rsidRPr="00451FFC" w:rsidRDefault="00451FFC" w:rsidP="00451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7899F" w14:textId="14495041" w:rsidR="00451FFC" w:rsidRPr="00451FFC" w:rsidRDefault="00451FFC" w:rsidP="00451FFC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340725">
              <w:t>Nie dotyczy</w:t>
            </w:r>
          </w:p>
        </w:tc>
      </w:tr>
    </w:tbl>
    <w:p w14:paraId="48F59318" w14:textId="77777777" w:rsidR="003E1941" w:rsidRPr="00451F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8CE9F" w14:textId="77777777" w:rsidR="0085747A" w:rsidRPr="00451FF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1FFC">
        <w:rPr>
          <w:rFonts w:ascii="Corbel" w:hAnsi="Corbel"/>
          <w:smallCaps w:val="0"/>
          <w:szCs w:val="24"/>
        </w:rPr>
        <w:t xml:space="preserve">7. </w:t>
      </w:r>
      <w:r w:rsidR="0085747A" w:rsidRPr="00451FFC">
        <w:rPr>
          <w:rFonts w:ascii="Corbel" w:hAnsi="Corbel"/>
          <w:smallCaps w:val="0"/>
          <w:szCs w:val="24"/>
        </w:rPr>
        <w:t>LITERATURA</w:t>
      </w:r>
      <w:r w:rsidRPr="00451FFC">
        <w:rPr>
          <w:rFonts w:ascii="Corbel" w:hAnsi="Corbel"/>
          <w:smallCaps w:val="0"/>
          <w:szCs w:val="24"/>
        </w:rPr>
        <w:t xml:space="preserve"> </w:t>
      </w:r>
    </w:p>
    <w:p w14:paraId="22BB6781" w14:textId="77777777" w:rsidR="00675843" w:rsidRPr="00451FF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7B" w:rsidRPr="00451FFC" w14:paraId="36AC885D" w14:textId="77777777" w:rsidTr="009B357B">
        <w:trPr>
          <w:trHeight w:val="397"/>
        </w:trPr>
        <w:tc>
          <w:tcPr>
            <w:tcW w:w="7513" w:type="dxa"/>
          </w:tcPr>
          <w:p w14:paraId="0A7E8D1E" w14:textId="77777777" w:rsidR="009B357B" w:rsidRPr="00AE74EC" w:rsidRDefault="009B357B" w:rsidP="006C38E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74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F875CA" w14:textId="77777777" w:rsidR="009B357B" w:rsidRPr="00451FFC" w:rsidRDefault="009B357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CBA192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Służby mundurowe w zapewnieniu bezpieczeństwa wewnętrznego RP, red. E. Ury, S. Pieprznego, Rzeszów 2010</w:t>
            </w:r>
          </w:p>
          <w:p w14:paraId="68023A0D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Sprengel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 B., Służby mundurowe ochrony bezpieczeństwa wewnętrznego. Zarys problematyki, Toruń 2008.</w:t>
            </w:r>
          </w:p>
          <w:p w14:paraId="3879E0A9" w14:textId="77777777" w:rsidR="009B357B" w:rsidRPr="00451FFC" w:rsidRDefault="009B357B" w:rsidP="009B357B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B357B" w:rsidRPr="00451FFC" w14:paraId="73F45190" w14:textId="77777777" w:rsidTr="009B357B">
        <w:trPr>
          <w:trHeight w:val="397"/>
        </w:trPr>
        <w:tc>
          <w:tcPr>
            <w:tcW w:w="7513" w:type="dxa"/>
          </w:tcPr>
          <w:p w14:paraId="13F830E1" w14:textId="77777777" w:rsidR="009B357B" w:rsidRPr="00AE74EC" w:rsidRDefault="009B357B" w:rsidP="006C38E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74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77DA17" w14:textId="77777777" w:rsidR="009B357B" w:rsidRPr="00451FFC" w:rsidRDefault="009B357B" w:rsidP="006C3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F68098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Bezpieczeństwo wewnętrzne. Podręcznik akademicki, red. 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Ścibiorek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 Z., Wiśniewski B., Kuc R. B., 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Dawidczyk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 A., Toruń, 2017</w:t>
            </w:r>
          </w:p>
          <w:p w14:paraId="66B011B2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Szymoniak A., Organizacja i funkcjonowanie systemów bezpieczeństwa, Warszawa 2011.</w:t>
            </w:r>
          </w:p>
          <w:p w14:paraId="0BA3C8A3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Urban A., Bezpieczeństwo społeczności lokalnych, Warszawa 2009.</w:t>
            </w:r>
          </w:p>
          <w:p w14:paraId="2554C911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28 marca 2003 r. o transporcie kolejowym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Dz.U.2017.0.2117)</w:t>
            </w:r>
          </w:p>
          <w:p w14:paraId="40B25F54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28 września 1991 r. o lasach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 xml:space="preserve">. Dz.U.2018.0.2129) </w:t>
            </w:r>
          </w:p>
          <w:p w14:paraId="15FFDE4D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12 października 1990 r. o Straży Granicznej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Dz.U.2017.0.2365)</w:t>
            </w:r>
          </w:p>
          <w:p w14:paraId="14000013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16 listopada 2016 r. o Krajowej Administracji Skarbowej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Dz.U.2018.0.508)</w:t>
            </w:r>
          </w:p>
          <w:p w14:paraId="5F0F930C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16 marca 2001 r. o Biurze Ochrony Rządu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Dz.U.2017.0.985)</w:t>
            </w:r>
          </w:p>
          <w:p w14:paraId="73890B66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24 maja 2002r. o Agencji Bezpieczeństwa Wewnętrznego oraz Agencji Wywiadu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Dz.U.2018.0.2387)</w:t>
            </w:r>
          </w:p>
          <w:p w14:paraId="6B87324D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Ustawa z dnia 24 sierpnia 1991 r. o Państwowej Straży Pożarnej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Dz.U.2018.0.1313)</w:t>
            </w:r>
          </w:p>
          <w:p w14:paraId="3CA1A3B1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24 sierpnia 2001 r. o Żandarmerii Wojskowej i wojskowych organach porządkowych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Dz.U.2018.0.430)</w:t>
            </w:r>
          </w:p>
          <w:p w14:paraId="2011908C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6 kwietnia 1990 r. o Policji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Dz.U.2017.0.2067)</w:t>
            </w:r>
          </w:p>
          <w:p w14:paraId="5CE31D21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8 grudnia 2017 r. o Służbie Ochrony Państwa (Dz.U.2018.0.138)</w:t>
            </w:r>
          </w:p>
          <w:p w14:paraId="0FE165C4" w14:textId="77777777" w:rsidR="009B357B" w:rsidRPr="00451FFC" w:rsidRDefault="009B357B" w:rsidP="00AE7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FFC">
              <w:rPr>
                <w:rFonts w:ascii="Corbel" w:hAnsi="Corbel"/>
                <w:b w:val="0"/>
                <w:smallCaps w:val="0"/>
                <w:szCs w:val="24"/>
              </w:rPr>
              <w:t>Ustawa z dnia 9 kwietnia 2010 r. o Służbie Więziennej (</w:t>
            </w:r>
            <w:proofErr w:type="spellStart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451FFC">
              <w:rPr>
                <w:rFonts w:ascii="Corbel" w:hAnsi="Corbel"/>
                <w:b w:val="0"/>
                <w:smallCaps w:val="0"/>
                <w:szCs w:val="24"/>
              </w:rPr>
              <w:t>. Dz.U.2018.0.1542)</w:t>
            </w:r>
          </w:p>
          <w:p w14:paraId="71B6269D" w14:textId="77777777" w:rsidR="009B357B" w:rsidRPr="00451FFC" w:rsidRDefault="009B357B" w:rsidP="006C3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  <w:bookmarkStart w:id="1" w:name="_GoBack"/>
        <w:bookmarkEnd w:id="1"/>
      </w:tr>
    </w:tbl>
    <w:p w14:paraId="7EE9FD51" w14:textId="77777777" w:rsidR="0085747A" w:rsidRPr="00451F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C5E795" w14:textId="77777777" w:rsidR="0085747A" w:rsidRPr="00451FF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1FFC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451FFC" w:rsidSect="00B537C8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6F44B" w14:textId="77777777" w:rsidR="004D359F" w:rsidRDefault="004D359F" w:rsidP="00C16ABF">
      <w:pPr>
        <w:spacing w:after="0" w:line="240" w:lineRule="auto"/>
      </w:pPr>
      <w:r>
        <w:separator/>
      </w:r>
    </w:p>
  </w:endnote>
  <w:endnote w:type="continuationSeparator" w:id="0">
    <w:p w14:paraId="6EE3A0D6" w14:textId="77777777" w:rsidR="004D359F" w:rsidRDefault="004D35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0B6C4" w14:textId="77777777" w:rsidR="004D359F" w:rsidRDefault="004D359F" w:rsidP="00C16ABF">
      <w:pPr>
        <w:spacing w:after="0" w:line="240" w:lineRule="auto"/>
      </w:pPr>
      <w:r>
        <w:separator/>
      </w:r>
    </w:p>
  </w:footnote>
  <w:footnote w:type="continuationSeparator" w:id="0">
    <w:p w14:paraId="6DBC88C8" w14:textId="77777777" w:rsidR="004D359F" w:rsidRDefault="004D359F" w:rsidP="00C16ABF">
      <w:pPr>
        <w:spacing w:after="0" w:line="240" w:lineRule="auto"/>
      </w:pPr>
      <w:r>
        <w:continuationSeparator/>
      </w:r>
    </w:p>
  </w:footnote>
  <w:footnote w:id="1">
    <w:p w14:paraId="3FB12B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7D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C47"/>
    <w:rsid w:val="00244ABC"/>
    <w:rsid w:val="00281E83"/>
    <w:rsid w:val="00281FF2"/>
    <w:rsid w:val="002857DE"/>
    <w:rsid w:val="00291567"/>
    <w:rsid w:val="002935C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EA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FF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59F"/>
    <w:rsid w:val="004D5282"/>
    <w:rsid w:val="004F1551"/>
    <w:rsid w:val="004F55A3"/>
    <w:rsid w:val="0050496F"/>
    <w:rsid w:val="00505D78"/>
    <w:rsid w:val="00513B6F"/>
    <w:rsid w:val="00517C63"/>
    <w:rsid w:val="005363C4"/>
    <w:rsid w:val="00536BDE"/>
    <w:rsid w:val="00543ACC"/>
    <w:rsid w:val="0056696D"/>
    <w:rsid w:val="005778BA"/>
    <w:rsid w:val="0059255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41"/>
    <w:rsid w:val="00647FA8"/>
    <w:rsid w:val="00650C5F"/>
    <w:rsid w:val="00654934"/>
    <w:rsid w:val="00654A7F"/>
    <w:rsid w:val="006558E9"/>
    <w:rsid w:val="006620D9"/>
    <w:rsid w:val="006704E1"/>
    <w:rsid w:val="00671958"/>
    <w:rsid w:val="00675843"/>
    <w:rsid w:val="00684D6D"/>
    <w:rsid w:val="00696477"/>
    <w:rsid w:val="006C38EB"/>
    <w:rsid w:val="006C3B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27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0CF"/>
    <w:rsid w:val="007D6E56"/>
    <w:rsid w:val="007F4155"/>
    <w:rsid w:val="007F693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57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85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501"/>
    <w:rsid w:val="00AD27D3"/>
    <w:rsid w:val="00AD66D6"/>
    <w:rsid w:val="00AE1160"/>
    <w:rsid w:val="00AE203C"/>
    <w:rsid w:val="00AE2E74"/>
    <w:rsid w:val="00AE5FCB"/>
    <w:rsid w:val="00AE74EC"/>
    <w:rsid w:val="00AF2C1E"/>
    <w:rsid w:val="00B06142"/>
    <w:rsid w:val="00B135B1"/>
    <w:rsid w:val="00B3130B"/>
    <w:rsid w:val="00B37CD4"/>
    <w:rsid w:val="00B40ADB"/>
    <w:rsid w:val="00B43B77"/>
    <w:rsid w:val="00B43E80"/>
    <w:rsid w:val="00B537C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D4A"/>
    <w:rsid w:val="00DE4A14"/>
    <w:rsid w:val="00DF320D"/>
    <w:rsid w:val="00DF71C8"/>
    <w:rsid w:val="00E129B8"/>
    <w:rsid w:val="00E14B2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E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80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0BCE"/>
  <w15:docId w15:val="{5B7DAB49-86CD-4ED9-B0B1-A55D7735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4B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4B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4B2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B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B2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DB699-31B8-480F-9ECF-ADB61CE9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2020-12-02T22:20:00Z</dcterms:created>
  <dcterms:modified xsi:type="dcterms:W3CDTF">2022-03-07T13:30:00Z</dcterms:modified>
</cp:coreProperties>
</file>